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41EA" w14:textId="0AA971DA" w:rsidR="00020690" w:rsidRDefault="0017563B" w:rsidP="005F20F2">
      <w:pPr>
        <w:jc w:val="center"/>
      </w:pPr>
      <w:r w:rsidRPr="006313DE">
        <w:rPr>
          <w:rFonts w:ascii="Arial" w:eastAsia="Arial" w:hAnsi="Arial" w:cs="Arial"/>
          <w:b/>
          <w:sz w:val="22"/>
          <w:szCs w:val="22"/>
        </w:rPr>
        <w:t>TOETUSE</w:t>
      </w:r>
      <w:r w:rsidR="00581EF3" w:rsidRPr="006313DE">
        <w:rPr>
          <w:rFonts w:ascii="Arial" w:eastAsia="Arial" w:hAnsi="Arial" w:cs="Arial"/>
          <w:b/>
          <w:sz w:val="22"/>
          <w:szCs w:val="22"/>
        </w:rPr>
        <w:t xml:space="preserve"> </w:t>
      </w:r>
      <w:r w:rsidR="00A417BA" w:rsidRPr="006313DE">
        <w:rPr>
          <w:rFonts w:ascii="Arial" w:hAnsi="Arial" w:cs="Arial"/>
          <w:b/>
          <w:bCs/>
          <w:sz w:val="22"/>
          <w:szCs w:val="22"/>
        </w:rPr>
        <w:t>KASUTAMISE</w:t>
      </w:r>
      <w:r w:rsidR="00A417BA" w:rsidRPr="006313DE">
        <w:rPr>
          <w:rFonts w:ascii="Arial" w:hAnsi="Arial" w:cs="Arial"/>
          <w:b/>
          <w:bCs/>
          <w:color w:val="000000"/>
          <w:sz w:val="22"/>
          <w:szCs w:val="22"/>
        </w:rPr>
        <w:t xml:space="preserve"> LEPINGU NR </w:t>
      </w:r>
      <w:r w:rsidR="00DC2701">
        <w:rPr>
          <w:rFonts w:ascii="Arial" w:hAnsi="Arial" w:cs="Arial"/>
          <w:b/>
          <w:bCs/>
          <w:color w:val="000000"/>
          <w:sz w:val="22"/>
          <w:szCs w:val="22"/>
        </w:rPr>
        <w:t>3-3/1716</w:t>
      </w:r>
      <w:r w:rsidR="007A05BB">
        <w:rPr>
          <w:rFonts w:ascii="Arial" w:hAnsi="Arial" w:cs="Arial"/>
          <w:b/>
          <w:bCs/>
          <w:color w:val="000000"/>
          <w:sz w:val="22"/>
          <w:szCs w:val="22"/>
        </w:rPr>
        <w:t>-1</w:t>
      </w:r>
      <w:r w:rsidR="006313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55F17309" w14:textId="0964C0E2" w:rsidR="00A417BA" w:rsidRPr="006313DE" w:rsidRDefault="00020690" w:rsidP="005F20F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0690">
        <w:rPr>
          <w:rFonts w:ascii="Arial" w:hAnsi="Arial" w:cs="Arial"/>
          <w:b/>
          <w:bCs/>
          <w:color w:val="000000"/>
          <w:sz w:val="22"/>
          <w:szCs w:val="22"/>
        </w:rPr>
        <w:t>MUUTMISE KOKKULEPE NR {regNumber}</w:t>
      </w:r>
    </w:p>
    <w:p w14:paraId="2AD7049A" w14:textId="77777777" w:rsidR="00A417BA" w:rsidRPr="006313DE" w:rsidRDefault="00A417BA" w:rsidP="00A417BA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D843BE" w14:textId="77777777" w:rsidR="00A417BA" w:rsidRPr="006313DE" w:rsidRDefault="00A417BA" w:rsidP="00A417BA">
      <w:pPr>
        <w:pStyle w:val="Normaallaadveeb"/>
        <w:tabs>
          <w:tab w:val="right" w:pos="8789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  <w:r w:rsidRPr="006313DE">
        <w:rPr>
          <w:rFonts w:ascii="Arial" w:hAnsi="Arial" w:cs="Arial"/>
          <w:color w:val="auto"/>
          <w:sz w:val="22"/>
          <w:szCs w:val="22"/>
        </w:rPr>
        <w:t>Tallinn,</w:t>
      </w:r>
      <w:r w:rsidRPr="006313DE">
        <w:rPr>
          <w:rFonts w:ascii="Arial" w:hAnsi="Arial" w:cs="Arial"/>
          <w:color w:val="auto"/>
          <w:sz w:val="22"/>
          <w:szCs w:val="22"/>
        </w:rPr>
        <w:tab/>
      </w:r>
    </w:p>
    <w:p w14:paraId="24AB818E" w14:textId="77777777" w:rsidR="00A417BA" w:rsidRPr="006313DE" w:rsidRDefault="00A417BA" w:rsidP="00A417BA">
      <w:pPr>
        <w:pStyle w:val="Normaallaadveeb"/>
        <w:spacing w:before="0" w:beforeAutospacing="0" w:after="0" w:afterAutospacing="0"/>
        <w:ind w:left="11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6295DA88" w14:textId="1D354DFD" w:rsidR="00A417BA" w:rsidRPr="006313DE" w:rsidRDefault="00A417BA" w:rsidP="00C04055">
      <w:pPr>
        <w:pStyle w:val="Normaallaadveeb"/>
        <w:spacing w:before="0" w:beforeAutospacing="0" w:after="0" w:afterAutospacing="0"/>
        <w:ind w:left="11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313DE">
        <w:rPr>
          <w:rFonts w:ascii="Arial" w:hAnsi="Arial" w:cs="Arial"/>
          <w:b/>
          <w:bCs/>
          <w:sz w:val="22"/>
          <w:szCs w:val="22"/>
          <w:shd w:val="clear" w:color="auto" w:fill="FFFFFF"/>
        </w:rPr>
        <w:t>Eesti Vabariik, Sotsiaalministeeriumi kaudu</w:t>
      </w:r>
      <w:r w:rsidRPr="006313DE">
        <w:rPr>
          <w:rFonts w:ascii="Arial" w:hAnsi="Arial" w:cs="Arial"/>
          <w:sz w:val="22"/>
          <w:szCs w:val="22"/>
          <w:shd w:val="clear" w:color="auto" w:fill="FFFFFF"/>
        </w:rPr>
        <w:t xml:space="preserve">, registrikood </w:t>
      </w:r>
      <w:r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>70001952</w:t>
      </w:r>
      <w:r w:rsidRPr="006313DE">
        <w:rPr>
          <w:rFonts w:ascii="Arial" w:hAnsi="Arial" w:cs="Arial"/>
          <w:sz w:val="22"/>
          <w:szCs w:val="22"/>
          <w:shd w:val="clear" w:color="auto" w:fill="FFFFFF"/>
        </w:rPr>
        <w:t xml:space="preserve">, asukoht Suur-Ameerika 1, 10122 Tallinn, </w:t>
      </w:r>
      <w:r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keda esindab </w:t>
      </w:r>
      <w:sdt>
        <w:sdtPr>
          <w:rPr>
            <w:rFonts w:ascii="Arial" w:hAnsi="Arial" w:cs="Arial"/>
            <w:color w:val="auto"/>
            <w:sz w:val="22"/>
            <w:szCs w:val="22"/>
            <w:shd w:val="clear" w:color="auto" w:fill="FFFFFF"/>
          </w:rPr>
          <w:id w:val="1146246068"/>
          <w:placeholder>
            <w:docPart w:val="85412909831C4D5FA6409A1FA9F10CAB"/>
          </w:placeholder>
          <w:text/>
        </w:sdtPr>
        <w:sdtEndPr/>
        <w:sdtContent>
          <w:r w:rsidR="0039119C" w:rsidRPr="006313DE">
            <w:rPr>
              <w:rFonts w:ascii="Arial" w:hAnsi="Arial" w:cs="Arial"/>
              <w:color w:val="auto"/>
              <w:sz w:val="22"/>
              <w:szCs w:val="22"/>
              <w:shd w:val="clear" w:color="auto" w:fill="FFFFFF"/>
            </w:rPr>
            <w:t>Maarjo Mändmaa</w:t>
          </w:r>
          <w:r w:rsidRPr="006313DE">
            <w:rPr>
              <w:rFonts w:ascii="Arial" w:hAnsi="Arial" w:cs="Arial"/>
              <w:color w:val="auto"/>
              <w:sz w:val="22"/>
              <w:szCs w:val="22"/>
              <w:shd w:val="clear" w:color="auto" w:fill="FFFFFF"/>
            </w:rPr>
            <w:t xml:space="preserve"> </w:t>
          </w:r>
        </w:sdtContent>
      </w:sdt>
      <w:r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>(edaspidi nimetatud „</w:t>
      </w:r>
      <w:r w:rsidRPr="006313DE">
        <w:rPr>
          <w:rFonts w:ascii="Arial" w:hAnsi="Arial" w:cs="Arial"/>
          <w:bCs/>
          <w:color w:val="auto"/>
          <w:sz w:val="22"/>
          <w:szCs w:val="22"/>
          <w:shd w:val="clear" w:color="auto" w:fill="FFFFFF"/>
        </w:rPr>
        <w:t>toetuse andja“</w:t>
      </w:r>
      <w:r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  <w:r w:rsidRPr="0063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29ED8B38" w14:textId="77777777" w:rsidR="00A417BA" w:rsidRPr="006313DE" w:rsidRDefault="00A417BA" w:rsidP="00C04055">
      <w:pPr>
        <w:pStyle w:val="Normaallaadveeb"/>
        <w:spacing w:before="0" w:beforeAutospacing="0" w:after="0" w:afterAutospacing="0"/>
        <w:ind w:left="11"/>
        <w:jc w:val="both"/>
        <w:rPr>
          <w:rFonts w:ascii="Arial" w:hAnsi="Arial" w:cs="Arial"/>
          <w:color w:val="000080"/>
          <w:sz w:val="22"/>
          <w:szCs w:val="22"/>
          <w:shd w:val="clear" w:color="auto" w:fill="FFFFFF"/>
        </w:rPr>
      </w:pPr>
      <w:r w:rsidRPr="006313DE">
        <w:rPr>
          <w:rFonts w:ascii="Arial" w:hAnsi="Arial" w:cs="Arial"/>
          <w:sz w:val="22"/>
          <w:szCs w:val="22"/>
          <w:shd w:val="clear" w:color="auto" w:fill="FFFFFF"/>
        </w:rPr>
        <w:t>ja </w:t>
      </w:r>
      <w:r w:rsidRPr="006313DE">
        <w:rPr>
          <w:rFonts w:ascii="Arial" w:hAnsi="Arial" w:cs="Arial"/>
          <w:color w:val="000080"/>
          <w:sz w:val="22"/>
          <w:szCs w:val="22"/>
          <w:shd w:val="clear" w:color="auto" w:fill="FFFFFF"/>
        </w:rPr>
        <w:t> </w:t>
      </w:r>
    </w:p>
    <w:p w14:paraId="1902A7D5" w14:textId="69DBDEF0" w:rsidR="00A417BA" w:rsidRPr="006313DE" w:rsidRDefault="00AC6897" w:rsidP="00C04055">
      <w:pPr>
        <w:pStyle w:val="Normaallaadveeb"/>
        <w:spacing w:before="0" w:beforeAutospacing="0" w:after="0" w:afterAutospacing="0"/>
        <w:ind w:left="11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6313DE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Mittetulundusühing Kuldne Liiga</w:t>
      </w:r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registrikood </w:t>
      </w:r>
      <w:sdt>
        <w:sdtPr>
          <w:rPr>
            <w:rFonts w:ascii="Arial" w:hAnsi="Arial" w:cs="Arial"/>
            <w:color w:val="auto"/>
            <w:sz w:val="22"/>
            <w:szCs w:val="22"/>
            <w:shd w:val="clear" w:color="auto" w:fill="FFFFFF"/>
          </w:rPr>
          <w:id w:val="504922385"/>
          <w:placeholder>
            <w:docPart w:val="4AD9D0AE9715429E895086FEFD57750C"/>
          </w:placeholder>
        </w:sdtPr>
        <w:sdtEndPr/>
        <w:sdtContent>
          <w:r w:rsidRPr="006313DE">
            <w:rPr>
              <w:rFonts w:ascii="Arial" w:hAnsi="Arial" w:cs="Arial"/>
              <w:color w:val="auto"/>
              <w:sz w:val="22"/>
              <w:szCs w:val="22"/>
              <w:shd w:val="clear" w:color="auto" w:fill="FFFFFF"/>
            </w:rPr>
            <w:t>80343530</w:t>
          </w:r>
        </w:sdtContent>
      </w:sdt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asukoht </w:t>
      </w:r>
      <w:sdt>
        <w:sdtPr>
          <w:rPr>
            <w:rFonts w:ascii="Arial" w:hAnsi="Arial" w:cs="Arial"/>
            <w:color w:val="auto"/>
            <w:sz w:val="22"/>
            <w:szCs w:val="22"/>
            <w:shd w:val="clear" w:color="auto" w:fill="FFFFFF"/>
          </w:rPr>
          <w:id w:val="504922389"/>
          <w:placeholder>
            <w:docPart w:val="2F69C31B34DB419CA1C981B37548D3E9"/>
          </w:placeholder>
        </w:sdtPr>
        <w:sdtEndPr/>
        <w:sdtContent>
          <w:r w:rsidRPr="006313DE">
            <w:rPr>
              <w:rFonts w:ascii="Arial" w:hAnsi="Arial" w:cs="Arial"/>
              <w:color w:val="auto"/>
              <w:sz w:val="22"/>
              <w:szCs w:val="22"/>
              <w:shd w:val="clear" w:color="auto" w:fill="FFFFFF"/>
            </w:rPr>
            <w:t>Kastani tee 1, Tuulna küla, Lääne-Harju vald, Harju maakond</w:t>
          </w:r>
        </w:sdtContent>
      </w:sdt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keda esindab </w:t>
      </w:r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fldChar w:fldCharType="begin"/>
      </w:r>
      <w:r w:rsidR="000D347F">
        <w:rPr>
          <w:rFonts w:ascii="Arial" w:hAnsi="Arial" w:cs="Arial"/>
          <w:color w:val="auto"/>
          <w:sz w:val="22"/>
          <w:szCs w:val="22"/>
          <w:shd w:val="clear" w:color="auto" w:fill="FFFFFF"/>
        </w:rPr>
        <w:instrText xml:space="preserve"> delta_partySigner_1  \* MERGEFORMAT</w:instrText>
      </w:r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fldChar w:fldCharType="separate"/>
      </w:r>
      <w:r w:rsidR="000D347F">
        <w:rPr>
          <w:rFonts w:ascii="Arial" w:hAnsi="Arial" w:cs="Arial"/>
          <w:color w:val="auto"/>
          <w:sz w:val="22"/>
          <w:szCs w:val="22"/>
          <w:shd w:val="clear" w:color="auto" w:fill="FFFFFF"/>
        </w:rPr>
        <w:t>Aimar Altosaar</w:t>
      </w:r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fldChar w:fldCharType="end"/>
      </w:r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(edaspidi nimetatud „</w:t>
      </w:r>
      <w:r w:rsidR="00A417BA" w:rsidRPr="006313DE">
        <w:rPr>
          <w:rFonts w:ascii="Arial" w:hAnsi="Arial" w:cs="Arial"/>
          <w:bCs/>
          <w:color w:val="auto"/>
          <w:sz w:val="22"/>
          <w:szCs w:val="22"/>
          <w:shd w:val="clear" w:color="auto" w:fill="FFFFFF"/>
        </w:rPr>
        <w:t>toetuse saaja“)</w:t>
      </w:r>
      <w:r w:rsidR="00A417BA"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</w:t>
      </w:r>
    </w:p>
    <w:p w14:paraId="15ED4A9B" w14:textId="77777777" w:rsidR="00A417BA" w:rsidRPr="006313DE" w:rsidRDefault="00A417BA" w:rsidP="00C04055">
      <w:pPr>
        <w:jc w:val="both"/>
        <w:rPr>
          <w:rFonts w:ascii="Arial" w:hAnsi="Arial" w:cs="Arial"/>
          <w:sz w:val="22"/>
          <w:szCs w:val="22"/>
          <w:shd w:val="clear" w:color="auto" w:fill="FFFFFF"/>
          <w:lang w:eastAsia="ar-SA"/>
        </w:rPr>
      </w:pPr>
      <w:r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edaspidi koos nimetatud „pooled“ ja eraldi „pool“,</w:t>
      </w:r>
      <w:r w:rsidRPr="0063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4B53E6F0" w14:textId="77777777" w:rsidR="00A417BA" w:rsidRPr="006313DE" w:rsidRDefault="00A417BA" w:rsidP="00C04055">
      <w:pPr>
        <w:jc w:val="both"/>
        <w:rPr>
          <w:rFonts w:ascii="Arial" w:hAnsi="Arial" w:cs="Arial"/>
          <w:sz w:val="22"/>
          <w:szCs w:val="22"/>
          <w:shd w:val="clear" w:color="auto" w:fill="FFFFFF"/>
          <w:lang w:eastAsia="ar-SA"/>
        </w:rPr>
      </w:pPr>
    </w:p>
    <w:p w14:paraId="6CCF5BBA" w14:textId="250D9E11" w:rsidR="00A417BA" w:rsidRPr="006313DE" w:rsidRDefault="00A417BA" w:rsidP="00C04055">
      <w:pPr>
        <w:jc w:val="both"/>
        <w:rPr>
          <w:rFonts w:ascii="Arial" w:hAnsi="Arial" w:cs="Arial"/>
          <w:sz w:val="22"/>
          <w:szCs w:val="22"/>
          <w:shd w:val="clear" w:color="auto" w:fill="FFFFFF"/>
          <w:lang w:eastAsia="ar-SA"/>
        </w:rPr>
      </w:pPr>
      <w:r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 xml:space="preserve">LÄHTUDES toetuse saaja </w:t>
      </w:r>
      <w:r w:rsidR="00736B91"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06.06.2023 esitatud avaldusest projekti</w:t>
      </w:r>
      <w:r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 xml:space="preserve"> nr </w:t>
      </w:r>
      <w:r w:rsidR="005F2E02"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RE.3.01.21-09</w:t>
      </w:r>
      <w:r w:rsidR="00AC6897"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59</w:t>
      </w:r>
      <w:sdt>
        <w:sdtPr>
          <w:rPr>
            <w:rFonts w:ascii="Arial" w:hAnsi="Arial" w:cs="Arial"/>
            <w:b/>
            <w:bCs/>
            <w:color w:val="FF0000"/>
            <w:sz w:val="22"/>
            <w:szCs w:val="22"/>
            <w:shd w:val="clear" w:color="auto" w:fill="FFFFFF"/>
            <w:lang w:eastAsia="ar-SA"/>
          </w:rPr>
          <w:id w:val="414915276"/>
          <w:placeholder>
            <w:docPart w:val="9A527D1C41DF420BAE38CE29E543CA23"/>
          </w:placeholder>
          <w:text/>
        </w:sdtPr>
        <w:sdtEndPr/>
        <w:sdtContent>
          <w:r w:rsidR="005F2E02" w:rsidRPr="006313DE">
            <w:rPr>
              <w:rFonts w:ascii="Arial" w:hAnsi="Arial" w:cs="Arial"/>
              <w:b/>
              <w:bCs/>
              <w:color w:val="FF0000"/>
              <w:sz w:val="22"/>
              <w:szCs w:val="22"/>
              <w:shd w:val="clear" w:color="auto" w:fill="FFFFFF"/>
              <w:lang w:eastAsia="ar-SA"/>
            </w:rPr>
            <w:t xml:space="preserve"> </w:t>
          </w:r>
        </w:sdtContent>
      </w:sdt>
      <w:r w:rsidRPr="006313DE">
        <w:rPr>
          <w:rFonts w:ascii="Arial" w:hAnsi="Arial" w:cs="Arial"/>
          <w:b/>
          <w:bCs/>
          <w:sz w:val="22"/>
          <w:szCs w:val="22"/>
          <w:shd w:val="clear" w:color="auto" w:fill="FFFFFF"/>
          <w:lang w:eastAsia="ar-SA"/>
        </w:rPr>
        <w:t xml:space="preserve"> </w:t>
      </w:r>
      <w:sdt>
        <w:sdtPr>
          <w:rPr>
            <w:rFonts w:ascii="Arial" w:hAnsi="Arial" w:cs="Arial"/>
            <w:sz w:val="22"/>
            <w:szCs w:val="22"/>
            <w:shd w:val="clear" w:color="auto" w:fill="FFFFFF"/>
            <w:lang w:eastAsia="ar-SA"/>
          </w:rPr>
          <w:id w:val="-2041037842"/>
          <w:placeholder>
            <w:docPart w:val="6AB96BC5A5364EE6BD74DC25B4A23A6A"/>
          </w:placeholder>
          <w:text/>
        </w:sdtPr>
        <w:sdtEndPr/>
        <w:sdtContent>
          <w:r w:rsidR="00AC6897" w:rsidRPr="00DC2701">
            <w:rPr>
              <w:rFonts w:ascii="Arial" w:hAnsi="Arial" w:cs="Arial"/>
              <w:sz w:val="22"/>
              <w:szCs w:val="22"/>
              <w:shd w:val="clear" w:color="auto" w:fill="FFFFFF"/>
              <w:lang w:eastAsia="ar-SA"/>
            </w:rPr>
            <w:t>„Noored-vanad võrgustuvad koos (NOVA)“</w:t>
          </w:r>
        </w:sdtContent>
      </w:sdt>
      <w:r w:rsidRPr="00DC2701">
        <w:rPr>
          <w:rFonts w:ascii="Arial" w:hAnsi="Arial" w:cs="Arial"/>
          <w:sz w:val="22"/>
          <w:szCs w:val="22"/>
          <w:shd w:val="clear" w:color="auto" w:fill="FFFFFF"/>
          <w:lang w:eastAsia="ar-SA"/>
        </w:rPr>
        <w:t xml:space="preserve"> (edaspidi</w:t>
      </w:r>
      <w:r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 xml:space="preserve"> nimetatud „</w:t>
      </w:r>
      <w:r w:rsidR="00D31787">
        <w:rPr>
          <w:rFonts w:ascii="Arial" w:hAnsi="Arial" w:cs="Arial"/>
          <w:sz w:val="22"/>
          <w:szCs w:val="22"/>
          <w:shd w:val="clear" w:color="auto" w:fill="FFFFFF"/>
          <w:lang w:eastAsia="ar-SA"/>
        </w:rPr>
        <w:t>projekt</w:t>
      </w:r>
      <w:r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“)</w:t>
      </w:r>
      <w:r w:rsidR="00337E4D"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 xml:space="preserve"> </w:t>
      </w:r>
      <w:r w:rsidR="00736B91"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muutmiseks ning 10.</w:t>
      </w:r>
      <w:r w:rsidR="00D953FB">
        <w:rPr>
          <w:rFonts w:ascii="Arial" w:hAnsi="Arial" w:cs="Arial"/>
          <w:sz w:val="22"/>
          <w:szCs w:val="22"/>
          <w:shd w:val="clear" w:color="auto" w:fill="FFFFFF"/>
          <w:lang w:eastAsia="ar-SA"/>
        </w:rPr>
        <w:t>03.</w:t>
      </w:r>
      <w:r w:rsidR="00736B91"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>2021 käskkirja nr 30 "Sotsiaalkaitseministri ning tervise- ja tööministri 08.03.2019 käskkirja nr 21 "Hasartmängumaksu laekumistest toetuste andmise tingimused ja kord" muutmine" lisa punktidest 15.4 ja 15.5</w:t>
      </w:r>
      <w:r w:rsidRPr="006313DE">
        <w:rPr>
          <w:rFonts w:ascii="Arial" w:hAnsi="Arial" w:cs="Arial"/>
          <w:sz w:val="22"/>
          <w:szCs w:val="22"/>
          <w:shd w:val="clear" w:color="auto" w:fill="FFFFFF"/>
          <w:lang w:eastAsia="ar-SA"/>
        </w:rPr>
        <w:t xml:space="preserve">, </w:t>
      </w:r>
    </w:p>
    <w:p w14:paraId="69FEE6E7" w14:textId="77777777" w:rsidR="00A417BA" w:rsidRPr="006313DE" w:rsidRDefault="00A417BA" w:rsidP="00C04055">
      <w:pPr>
        <w:jc w:val="both"/>
        <w:rPr>
          <w:rFonts w:ascii="Arial" w:hAnsi="Arial" w:cs="Arial"/>
          <w:sz w:val="22"/>
          <w:szCs w:val="22"/>
          <w:shd w:val="clear" w:color="auto" w:fill="FFFFFF"/>
          <w:lang w:eastAsia="ar-SA"/>
        </w:rPr>
      </w:pPr>
    </w:p>
    <w:p w14:paraId="5E9A0B05" w14:textId="593C4427" w:rsidR="00736B91" w:rsidRPr="006313DE" w:rsidRDefault="00736B91" w:rsidP="00C04055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6313D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leppisid </w:t>
      </w:r>
      <w:r w:rsidR="00020690" w:rsidRPr="00020690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kokku poolte vahel </w:t>
      </w:r>
      <w:r w:rsidR="009B2C4A">
        <w:rPr>
          <w:rFonts w:ascii="Arial" w:hAnsi="Arial" w:cs="Arial"/>
          <w:color w:val="auto"/>
          <w:sz w:val="22"/>
          <w:szCs w:val="22"/>
          <w:shd w:val="clear" w:color="auto" w:fill="FFFFFF"/>
        </w:rPr>
        <w:t>09</w:t>
      </w:r>
      <w:r w:rsidR="00020690" w:rsidRPr="00020690">
        <w:rPr>
          <w:rFonts w:ascii="Arial" w:hAnsi="Arial" w:cs="Arial"/>
          <w:color w:val="auto"/>
          <w:sz w:val="22"/>
          <w:szCs w:val="22"/>
          <w:shd w:val="clear" w:color="auto" w:fill="FFFFFF"/>
        </w:rPr>
        <w:t>.0</w:t>
      </w:r>
      <w:r w:rsidR="009B2C4A">
        <w:rPr>
          <w:rFonts w:ascii="Arial" w:hAnsi="Arial" w:cs="Arial"/>
          <w:color w:val="auto"/>
          <w:sz w:val="22"/>
          <w:szCs w:val="22"/>
          <w:shd w:val="clear" w:color="auto" w:fill="FFFFFF"/>
        </w:rPr>
        <w:t>2</w:t>
      </w:r>
      <w:r w:rsidR="00020690" w:rsidRPr="00020690">
        <w:rPr>
          <w:rFonts w:ascii="Arial" w:hAnsi="Arial" w:cs="Arial"/>
          <w:color w:val="auto"/>
          <w:sz w:val="22"/>
          <w:szCs w:val="22"/>
          <w:shd w:val="clear" w:color="auto" w:fill="FFFFFF"/>
        </w:rPr>
        <w:t>.2022 sõlmitud toetuse kasutamise lepingu nr 3-</w:t>
      </w:r>
      <w:r w:rsidR="009B2C4A">
        <w:rPr>
          <w:rFonts w:ascii="Arial" w:hAnsi="Arial" w:cs="Arial"/>
          <w:color w:val="auto"/>
          <w:sz w:val="22"/>
          <w:szCs w:val="22"/>
          <w:shd w:val="clear" w:color="auto" w:fill="FFFFFF"/>
        </w:rPr>
        <w:t>3</w:t>
      </w:r>
      <w:r w:rsidR="00020690" w:rsidRPr="00020690">
        <w:rPr>
          <w:rFonts w:ascii="Arial" w:hAnsi="Arial" w:cs="Arial"/>
          <w:color w:val="auto"/>
          <w:sz w:val="22"/>
          <w:szCs w:val="22"/>
          <w:shd w:val="clear" w:color="auto" w:fill="FFFFFF"/>
        </w:rPr>
        <w:t>/17</w:t>
      </w:r>
      <w:r w:rsidR="009B2C4A">
        <w:rPr>
          <w:rFonts w:ascii="Arial" w:hAnsi="Arial" w:cs="Arial"/>
          <w:color w:val="auto"/>
          <w:sz w:val="22"/>
          <w:szCs w:val="22"/>
          <w:shd w:val="clear" w:color="auto" w:fill="FFFFFF"/>
        </w:rPr>
        <w:t>1</w:t>
      </w:r>
      <w:r w:rsidR="00020690" w:rsidRPr="00020690">
        <w:rPr>
          <w:rFonts w:ascii="Arial" w:hAnsi="Arial" w:cs="Arial"/>
          <w:color w:val="auto"/>
          <w:sz w:val="22"/>
          <w:szCs w:val="22"/>
          <w:shd w:val="clear" w:color="auto" w:fill="FFFFFF"/>
        </w:rPr>
        <w:t>6-1 (edaspidi nimetatud „leping“) muutmises alljärgnevalt :</w:t>
      </w:r>
    </w:p>
    <w:p w14:paraId="0E24858F" w14:textId="77777777" w:rsidR="00A417BA" w:rsidRPr="006313DE" w:rsidRDefault="00A417BA" w:rsidP="00C04055">
      <w:pPr>
        <w:jc w:val="both"/>
        <w:rPr>
          <w:rFonts w:ascii="Arial" w:hAnsi="Arial" w:cs="Arial"/>
          <w:sz w:val="22"/>
          <w:szCs w:val="22"/>
        </w:rPr>
      </w:pPr>
    </w:p>
    <w:p w14:paraId="281FA06D" w14:textId="573F5BE6" w:rsidR="009B2C4A" w:rsidRDefault="00356D1E" w:rsidP="009B2C4A">
      <w:pPr>
        <w:pStyle w:val="Loendilik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9B2C4A">
        <w:rPr>
          <w:rFonts w:ascii="Arial" w:hAnsi="Arial" w:cs="Arial"/>
          <w:sz w:val="22"/>
          <w:szCs w:val="22"/>
          <w:shd w:val="clear" w:color="auto" w:fill="FFFFFF"/>
        </w:rPr>
        <w:t xml:space="preserve">unktid 6 ja 7 </w:t>
      </w:r>
      <w:r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B2C4A">
        <w:rPr>
          <w:rFonts w:ascii="Arial" w:hAnsi="Arial" w:cs="Arial"/>
          <w:sz w:val="22"/>
          <w:szCs w:val="22"/>
          <w:shd w:val="clear" w:color="auto" w:fill="FFFFFF"/>
        </w:rPr>
        <w:t>oetake punktideks 7 ja 8 ning lepingut täiendataks punktiga 6 järgmises sõnastuses :</w:t>
      </w:r>
    </w:p>
    <w:p w14:paraId="2FD4A7B3" w14:textId="77777777" w:rsidR="009B2C4A" w:rsidRDefault="009B2C4A" w:rsidP="005F20F2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9ED6F4A" w14:textId="32A46A14" w:rsidR="009B2C4A" w:rsidRPr="009B2C4A" w:rsidRDefault="009B2C4A" w:rsidP="005F20F2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„</w:t>
      </w:r>
      <w:r w:rsidRPr="005F20F2">
        <w:rPr>
          <w:rFonts w:ascii="Arial" w:hAnsi="Arial" w:cs="Arial"/>
          <w:b/>
          <w:bCs/>
          <w:sz w:val="22"/>
          <w:szCs w:val="22"/>
          <w:shd w:val="clear" w:color="auto" w:fill="FFFFFF"/>
        </w:rPr>
        <w:t>6. Lepingu lisad</w:t>
      </w:r>
    </w:p>
    <w:p w14:paraId="74D3254C" w14:textId="77777777" w:rsidR="009B2C4A" w:rsidRPr="009B2C4A" w:rsidRDefault="009B2C4A" w:rsidP="005F20F2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FE8C6C0" w14:textId="340D65D2" w:rsidR="009B2C4A" w:rsidRDefault="009B2C4A" w:rsidP="009B2C4A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B2C4A">
        <w:rPr>
          <w:rFonts w:ascii="Arial" w:hAnsi="Arial" w:cs="Arial"/>
          <w:sz w:val="22"/>
          <w:szCs w:val="22"/>
          <w:shd w:val="clear" w:color="auto" w:fill="FFFFFF"/>
        </w:rPr>
        <w:t xml:space="preserve">Lepingule on </w:t>
      </w:r>
      <w:r>
        <w:rPr>
          <w:rFonts w:ascii="Arial" w:hAnsi="Arial" w:cs="Arial"/>
          <w:sz w:val="22"/>
          <w:szCs w:val="22"/>
          <w:shd w:val="clear" w:color="auto" w:fill="FFFFFF"/>
        </w:rPr>
        <w:t>üks</w:t>
      </w:r>
      <w:r w:rsidRPr="009B2C4A">
        <w:rPr>
          <w:rFonts w:ascii="Arial" w:hAnsi="Arial" w:cs="Arial"/>
          <w:sz w:val="22"/>
          <w:szCs w:val="22"/>
          <w:shd w:val="clear" w:color="auto" w:fill="FFFFFF"/>
        </w:rPr>
        <w:t xml:space="preserve"> lisa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– projekti </w:t>
      </w:r>
      <w:r w:rsidR="00584C6A">
        <w:rPr>
          <w:rFonts w:ascii="Arial" w:hAnsi="Arial" w:cs="Arial"/>
          <w:sz w:val="22"/>
          <w:szCs w:val="22"/>
          <w:shd w:val="clear" w:color="auto" w:fill="FFFFFF"/>
        </w:rPr>
        <w:t>muutmine</w:t>
      </w:r>
      <w:r>
        <w:rPr>
          <w:rFonts w:ascii="Arial" w:hAnsi="Arial" w:cs="Arial"/>
          <w:sz w:val="22"/>
          <w:szCs w:val="22"/>
          <w:shd w:val="clear" w:color="auto" w:fill="FFFFFF"/>
        </w:rPr>
        <w:t>.“;</w:t>
      </w:r>
    </w:p>
    <w:p w14:paraId="7C0FD8F2" w14:textId="77777777" w:rsidR="009B2C4A" w:rsidRDefault="009B2C4A" w:rsidP="009B2C4A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861B5BC" w14:textId="3FE1A275" w:rsidR="00AC1594" w:rsidRDefault="00AC1594" w:rsidP="009B2C4A">
      <w:pPr>
        <w:pStyle w:val="Loendilik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punkt 6.1.4. sõnastatakse järgmiselt:</w:t>
      </w:r>
    </w:p>
    <w:p w14:paraId="3A5AC8C0" w14:textId="77777777" w:rsidR="00AC1594" w:rsidRDefault="00AC1594" w:rsidP="00AC1594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1D5404A" w14:textId="133DF86C" w:rsidR="00AC1594" w:rsidRDefault="00AC1594" w:rsidP="00AC1594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„6.1.4. taotlus, selle lisad ja käesoleva lepingu lisa;“;</w:t>
      </w:r>
    </w:p>
    <w:p w14:paraId="671F52D7" w14:textId="77777777" w:rsidR="00AC1594" w:rsidRDefault="00AC1594" w:rsidP="005F20F2">
      <w:pPr>
        <w:pStyle w:val="Loendilik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765FB41" w14:textId="26EFE54E" w:rsidR="00736B91" w:rsidRPr="006313DE" w:rsidRDefault="00584C6A" w:rsidP="00C04055">
      <w:pPr>
        <w:pStyle w:val="Loendilik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AC1594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B2C4A" w:rsidRPr="00AC1594">
        <w:rPr>
          <w:rFonts w:ascii="Arial" w:hAnsi="Arial" w:cs="Arial"/>
          <w:sz w:val="22"/>
          <w:szCs w:val="22"/>
          <w:shd w:val="clear" w:color="auto" w:fill="FFFFFF"/>
        </w:rPr>
        <w:t>epingu</w:t>
      </w:r>
      <w:r w:rsidRPr="00AC1594">
        <w:rPr>
          <w:rFonts w:ascii="Arial" w:hAnsi="Arial" w:cs="Arial"/>
          <w:sz w:val="22"/>
          <w:szCs w:val="22"/>
          <w:shd w:val="clear" w:color="auto" w:fill="FFFFFF"/>
        </w:rPr>
        <w:t>t täiendatakse lisaga – projekti muutmine</w:t>
      </w:r>
      <w:r w:rsidR="00AC1594" w:rsidRPr="00AC1594">
        <w:rPr>
          <w:rFonts w:ascii="Arial" w:hAnsi="Arial" w:cs="Arial"/>
          <w:sz w:val="22"/>
          <w:szCs w:val="22"/>
          <w:shd w:val="clear" w:color="auto" w:fill="FFFFFF"/>
        </w:rPr>
        <w:t xml:space="preserve"> (lisatud)</w:t>
      </w:r>
      <w:r w:rsidR="00AC1594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C7C521E" w14:textId="77777777" w:rsidR="00736B91" w:rsidRPr="006313DE" w:rsidRDefault="00736B91" w:rsidP="00C0405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86719D3" w14:textId="77777777" w:rsidR="00736B91" w:rsidRPr="005F20F2" w:rsidRDefault="00736B91" w:rsidP="005F20F2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F2">
        <w:rPr>
          <w:rFonts w:ascii="Arial" w:hAnsi="Arial" w:cs="Arial"/>
          <w:sz w:val="22"/>
          <w:szCs w:val="22"/>
          <w:shd w:val="clear" w:color="auto" w:fill="FFFFFF"/>
        </w:rPr>
        <w:t xml:space="preserve">Kokkulepe jõustub selle allkirjastamisel mõlema poole poolt. </w:t>
      </w:r>
    </w:p>
    <w:p w14:paraId="2C08A310" w14:textId="77777777" w:rsidR="00A417BA" w:rsidRPr="006313DE" w:rsidRDefault="00A417BA" w:rsidP="00C04055">
      <w:pPr>
        <w:widowControl w:val="0"/>
        <w:autoSpaceDE w:val="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26464F8" w14:textId="77777777" w:rsidR="00A417BA" w:rsidRPr="006313DE" w:rsidRDefault="00A417BA" w:rsidP="00A417BA">
      <w:pPr>
        <w:pStyle w:val="Loendilik"/>
        <w:widowControl w:val="0"/>
        <w:autoSpaceDE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826BDD" w14:textId="474BF36F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  <w:r w:rsidRPr="006313DE">
        <w:rPr>
          <w:rFonts w:ascii="Arial" w:hAnsi="Arial" w:cs="Arial"/>
          <w:b/>
          <w:color w:val="auto"/>
          <w:sz w:val="22"/>
          <w:szCs w:val="22"/>
        </w:rPr>
        <w:t>Toetuse andja</w:t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b/>
          <w:color w:val="auto"/>
          <w:sz w:val="22"/>
          <w:szCs w:val="22"/>
        </w:rPr>
        <w:t>Toetuse saaja</w:t>
      </w:r>
    </w:p>
    <w:p w14:paraId="6670DB18" w14:textId="77777777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</w:p>
    <w:p w14:paraId="12921172" w14:textId="77777777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</w:p>
    <w:p w14:paraId="08B40135" w14:textId="77777777" w:rsidR="00A417BA" w:rsidRPr="006313DE" w:rsidRDefault="00A417BA" w:rsidP="00A417BA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  <w:r w:rsidRPr="006313DE">
        <w:rPr>
          <w:rFonts w:ascii="Arial" w:hAnsi="Arial" w:cs="Arial"/>
          <w:i/>
          <w:sz w:val="22"/>
          <w:szCs w:val="22"/>
        </w:rPr>
        <w:t>/allkirjastatud digitaalselt/</w:t>
      </w:r>
      <w:r w:rsidRPr="006313DE">
        <w:rPr>
          <w:rFonts w:ascii="Arial" w:hAnsi="Arial" w:cs="Arial"/>
          <w:i/>
          <w:sz w:val="22"/>
          <w:szCs w:val="22"/>
        </w:rPr>
        <w:tab/>
        <w:t>/allkirjastatud digitaalselt/</w:t>
      </w:r>
    </w:p>
    <w:p w14:paraId="7C9F09F8" w14:textId="77777777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</w:p>
    <w:p w14:paraId="7C4E6660" w14:textId="77777777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  <w:r w:rsidRPr="006313DE">
        <w:rPr>
          <w:rFonts w:ascii="Arial" w:hAnsi="Arial" w:cs="Arial"/>
          <w:color w:val="auto"/>
          <w:sz w:val="22"/>
          <w:szCs w:val="22"/>
        </w:rPr>
        <w:t>________________</w:t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</w:r>
      <w:r w:rsidRPr="006313DE">
        <w:rPr>
          <w:rFonts w:ascii="Arial" w:hAnsi="Arial" w:cs="Arial"/>
          <w:color w:val="auto"/>
          <w:sz w:val="22"/>
          <w:szCs w:val="22"/>
        </w:rPr>
        <w:tab/>
        <w:t>_______________</w:t>
      </w:r>
    </w:p>
    <w:p w14:paraId="66BA77AB" w14:textId="77777777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2"/>
          <w:szCs w:val="22"/>
        </w:rPr>
      </w:pPr>
    </w:p>
    <w:p w14:paraId="1A8DD2A2" w14:textId="77777777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DD65FD3" w14:textId="36A93E73" w:rsidR="00A417BA" w:rsidRPr="006313DE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313DE">
        <w:rPr>
          <w:rFonts w:ascii="Arial" w:hAnsi="Arial" w:cs="Arial"/>
          <w:sz w:val="22"/>
          <w:szCs w:val="22"/>
        </w:rPr>
        <w:t>Tel:</w:t>
      </w:r>
      <w:r w:rsidRPr="006313DE">
        <w:rPr>
          <w:rFonts w:ascii="Arial" w:hAnsi="Arial" w:cs="Arial"/>
          <w:sz w:val="22"/>
          <w:szCs w:val="22"/>
        </w:rPr>
        <w:tab/>
        <w:t>626 9301</w:t>
      </w:r>
      <w:r w:rsidR="00CC0E73" w:rsidRPr="006313DE">
        <w:rPr>
          <w:rFonts w:ascii="Arial" w:hAnsi="Arial" w:cs="Arial"/>
          <w:sz w:val="22"/>
          <w:szCs w:val="22"/>
        </w:rPr>
        <w:tab/>
      </w:r>
      <w:r w:rsidRPr="006313DE">
        <w:rPr>
          <w:rFonts w:ascii="Arial" w:hAnsi="Arial" w:cs="Arial"/>
          <w:sz w:val="22"/>
          <w:szCs w:val="22"/>
        </w:rPr>
        <w:tab/>
      </w:r>
      <w:r w:rsidRPr="006313DE">
        <w:rPr>
          <w:rFonts w:ascii="Arial" w:hAnsi="Arial" w:cs="Arial"/>
          <w:sz w:val="22"/>
          <w:szCs w:val="22"/>
        </w:rPr>
        <w:tab/>
      </w:r>
      <w:r w:rsidRPr="006313DE">
        <w:rPr>
          <w:rFonts w:ascii="Arial" w:hAnsi="Arial" w:cs="Arial"/>
          <w:sz w:val="22"/>
          <w:szCs w:val="22"/>
        </w:rPr>
        <w:tab/>
      </w:r>
      <w:r w:rsidRPr="006313DE">
        <w:rPr>
          <w:rFonts w:ascii="Arial" w:hAnsi="Arial" w:cs="Arial"/>
          <w:sz w:val="22"/>
          <w:szCs w:val="22"/>
        </w:rPr>
        <w:tab/>
        <w:t>Tel:</w:t>
      </w:r>
      <w:r w:rsidRPr="006313DE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color w:val="auto"/>
            <w:sz w:val="22"/>
            <w:szCs w:val="22"/>
            <w:shd w:val="clear" w:color="auto" w:fill="FFFFFF"/>
          </w:rPr>
          <w:id w:val="514344910"/>
          <w:placeholder>
            <w:docPart w:val="E6A99C56092D40D692B684F9F3B48854"/>
          </w:placeholder>
        </w:sdtPr>
        <w:sdtEndPr/>
        <w:sdtContent>
          <w:r w:rsidR="00A241BA" w:rsidRPr="006313DE">
            <w:rPr>
              <w:rFonts w:ascii="Arial" w:hAnsi="Arial" w:cs="Arial"/>
              <w:color w:val="auto"/>
              <w:sz w:val="22"/>
              <w:szCs w:val="22"/>
              <w:shd w:val="clear" w:color="auto" w:fill="FFFFFF"/>
            </w:rPr>
            <w:t>508 2997</w:t>
          </w:r>
        </w:sdtContent>
      </w:sdt>
    </w:p>
    <w:p w14:paraId="34270CBA" w14:textId="30E1F380" w:rsidR="00A417BA" w:rsidRPr="006313DE" w:rsidRDefault="00A417BA" w:rsidP="005E73A6">
      <w:pPr>
        <w:pStyle w:val="Normaallaadveeb"/>
        <w:spacing w:before="0" w:beforeAutospacing="0" w:after="0" w:afterAutospacing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6313DE">
        <w:rPr>
          <w:rFonts w:ascii="Arial" w:hAnsi="Arial" w:cs="Arial"/>
          <w:sz w:val="22"/>
          <w:szCs w:val="22"/>
        </w:rPr>
        <w:t xml:space="preserve">E-post: </w:t>
      </w:r>
      <w:hyperlink r:id="rId7" w:history="1">
        <w:r w:rsidRPr="006313DE">
          <w:rPr>
            <w:rStyle w:val="Hperlink"/>
            <w:rFonts w:ascii="Arial" w:hAnsi="Arial" w:cs="Arial"/>
            <w:color w:val="auto"/>
            <w:sz w:val="22"/>
            <w:szCs w:val="22"/>
            <w:u w:val="none"/>
          </w:rPr>
          <w:t>info@sm.ee</w:t>
        </w:r>
      </w:hyperlink>
      <w:r w:rsidRPr="006313DE">
        <w:rPr>
          <w:rFonts w:ascii="Arial" w:hAnsi="Arial" w:cs="Arial"/>
          <w:sz w:val="22"/>
          <w:szCs w:val="22"/>
        </w:rPr>
        <w:tab/>
      </w:r>
      <w:r w:rsidR="00CC0E73" w:rsidRPr="006313DE">
        <w:rPr>
          <w:rFonts w:ascii="Arial" w:hAnsi="Arial" w:cs="Arial"/>
          <w:sz w:val="22"/>
          <w:szCs w:val="22"/>
        </w:rPr>
        <w:tab/>
      </w:r>
      <w:r w:rsidRPr="006313DE">
        <w:rPr>
          <w:rFonts w:ascii="Arial" w:hAnsi="Arial" w:cs="Arial"/>
          <w:sz w:val="22"/>
          <w:szCs w:val="22"/>
        </w:rPr>
        <w:tab/>
        <w:t xml:space="preserve">                       E-post:</w:t>
      </w:r>
      <w:r w:rsidRPr="006313DE">
        <w:rPr>
          <w:rFonts w:ascii="Arial" w:hAnsi="Arial" w:cs="Arial"/>
          <w:sz w:val="22"/>
          <w:szCs w:val="22"/>
        </w:rPr>
        <w:tab/>
      </w:r>
      <w:r w:rsidR="00A241BA" w:rsidRPr="006313DE">
        <w:rPr>
          <w:rFonts w:ascii="Arial" w:hAnsi="Arial" w:cs="Arial"/>
          <w:sz w:val="22"/>
          <w:szCs w:val="22"/>
        </w:rPr>
        <w:t>agu.laius@gmail.com</w:t>
      </w:r>
    </w:p>
    <w:p w14:paraId="592004B3" w14:textId="77777777" w:rsidR="00A417BA" w:rsidRPr="0048414D" w:rsidRDefault="00A417BA" w:rsidP="00A417BA">
      <w:pPr>
        <w:pStyle w:val="Normaallaadve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8414D">
        <w:rPr>
          <w:rFonts w:ascii="Arial" w:hAnsi="Arial" w:cs="Arial"/>
          <w:sz w:val="20"/>
          <w:szCs w:val="20"/>
        </w:rPr>
        <w:tab/>
      </w:r>
      <w:r w:rsidRPr="0048414D">
        <w:rPr>
          <w:rFonts w:ascii="Arial" w:hAnsi="Arial" w:cs="Arial"/>
          <w:sz w:val="20"/>
          <w:szCs w:val="20"/>
        </w:rPr>
        <w:tab/>
      </w:r>
      <w:r w:rsidRPr="0048414D">
        <w:rPr>
          <w:rFonts w:ascii="Arial" w:hAnsi="Arial" w:cs="Arial"/>
          <w:sz w:val="20"/>
          <w:szCs w:val="20"/>
        </w:rPr>
        <w:tab/>
      </w:r>
      <w:r w:rsidRPr="0048414D">
        <w:rPr>
          <w:rFonts w:ascii="Arial" w:hAnsi="Arial" w:cs="Arial"/>
          <w:sz w:val="20"/>
          <w:szCs w:val="20"/>
        </w:rPr>
        <w:tab/>
      </w:r>
      <w:r w:rsidRPr="0048414D">
        <w:rPr>
          <w:rFonts w:ascii="Arial" w:hAnsi="Arial" w:cs="Arial"/>
          <w:sz w:val="20"/>
          <w:szCs w:val="20"/>
        </w:rPr>
        <w:tab/>
      </w:r>
      <w:r w:rsidRPr="0048414D">
        <w:rPr>
          <w:rFonts w:ascii="Arial" w:hAnsi="Arial" w:cs="Arial"/>
          <w:sz w:val="20"/>
          <w:szCs w:val="20"/>
        </w:rPr>
        <w:tab/>
        <w:t xml:space="preserve">            </w:t>
      </w:r>
    </w:p>
    <w:p w14:paraId="3C612BA8" w14:textId="24D9C59A" w:rsidR="00AC1594" w:rsidRDefault="00AC1594" w:rsidP="00A417BA">
      <w:pPr>
        <w:rPr>
          <w:rFonts w:ascii="Arial" w:hAnsi="Arial" w:cs="Arial"/>
          <w:sz w:val="20"/>
          <w:szCs w:val="20"/>
        </w:rPr>
      </w:pPr>
    </w:p>
    <w:p w14:paraId="517E5E0A" w14:textId="77777777" w:rsidR="00AC1594" w:rsidRDefault="00AC1594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012EA0E" w14:textId="03F1DB17" w:rsidR="00AC1594" w:rsidRDefault="00AC1594" w:rsidP="00AC1594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5F20F2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LISA</w:t>
      </w:r>
      <w:r w:rsidR="005F20F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 xml:space="preserve">TOETUSE KASUTAMISE LEPINGULE NR </w:t>
      </w:r>
      <w:r w:rsidR="005F20F2">
        <w:rPr>
          <w:rFonts w:ascii="Arial" w:hAnsi="Arial" w:cs="Arial"/>
          <w:b/>
          <w:bCs/>
          <w:color w:val="000000"/>
          <w:sz w:val="22"/>
          <w:szCs w:val="22"/>
        </w:rPr>
        <w:t>3-3/1716-1</w:t>
      </w:r>
    </w:p>
    <w:p w14:paraId="5187443A" w14:textId="77777777" w:rsidR="00AC1594" w:rsidRDefault="00AC1594" w:rsidP="00AC1594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287529" w14:textId="77777777" w:rsidR="00AC1594" w:rsidRPr="005F20F2" w:rsidRDefault="00AC1594" w:rsidP="005F20F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0A9E917" w14:textId="799EB316" w:rsidR="00AC1594" w:rsidRPr="00F9771C" w:rsidRDefault="00AC1594" w:rsidP="005F20F2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>Projekti muutmine</w:t>
      </w:r>
    </w:p>
    <w:p w14:paraId="2DB799AA" w14:textId="77777777" w:rsidR="00AC1594" w:rsidRPr="005F20F2" w:rsidRDefault="00AC1594" w:rsidP="005F20F2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A911FBE" w14:textId="7F9F1F20" w:rsidR="00AC1594" w:rsidRPr="005F20F2" w:rsidRDefault="00AC1594" w:rsidP="005F20F2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9771C">
        <w:rPr>
          <w:rFonts w:ascii="Arial" w:hAnsi="Arial" w:cs="Arial"/>
          <w:sz w:val="22"/>
          <w:szCs w:val="22"/>
        </w:rPr>
        <w:t xml:space="preserve">1. </w:t>
      </w:r>
      <w:r w:rsidR="00F9771C" w:rsidRPr="00F9771C">
        <w:rPr>
          <w:rFonts w:ascii="Arial" w:hAnsi="Arial" w:cs="Arial"/>
          <w:sz w:val="22"/>
          <w:szCs w:val="22"/>
        </w:rPr>
        <w:t>Proje</w:t>
      </w:r>
      <w:r w:rsidR="00F9771C">
        <w:rPr>
          <w:rFonts w:ascii="Arial" w:hAnsi="Arial" w:cs="Arial"/>
          <w:sz w:val="22"/>
          <w:szCs w:val="22"/>
        </w:rPr>
        <w:t>k</w:t>
      </w:r>
      <w:r w:rsidR="00F9771C" w:rsidRPr="00F9771C">
        <w:rPr>
          <w:rFonts w:ascii="Arial" w:hAnsi="Arial" w:cs="Arial"/>
          <w:sz w:val="22"/>
          <w:szCs w:val="22"/>
        </w:rPr>
        <w:t xml:space="preserve">ti lisatakse </w:t>
      </w:r>
      <w:r w:rsidRPr="005F20F2">
        <w:rPr>
          <w:rFonts w:ascii="Arial" w:hAnsi="Arial" w:cs="Arial"/>
          <w:sz w:val="22"/>
          <w:szCs w:val="22"/>
          <w:shd w:val="clear" w:color="auto" w:fill="FFFFFF"/>
        </w:rPr>
        <w:t>tegevus „Uuring „Üks vanem mees““, mille planeeritud algus on 01.07.2023 ja lõpp 30.04.2024 ning abikõlblik summa 10 000 (kümme tuhat) eurot.</w:t>
      </w:r>
    </w:p>
    <w:p w14:paraId="1C7B8215" w14:textId="77777777" w:rsidR="00AC1594" w:rsidRPr="00F9771C" w:rsidRDefault="00AC1594" w:rsidP="00AC159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7257245" w14:textId="1B2C92D8" w:rsidR="00AC1594" w:rsidRPr="00F9771C" w:rsidRDefault="00F9771C" w:rsidP="00AC159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9771C">
        <w:rPr>
          <w:rFonts w:ascii="Arial" w:hAnsi="Arial" w:cs="Arial"/>
          <w:sz w:val="22"/>
          <w:szCs w:val="22"/>
          <w:shd w:val="clear" w:color="auto" w:fill="FFFFFF"/>
        </w:rPr>
        <w:t>2. P</w:t>
      </w:r>
      <w:r w:rsidR="00AC1594" w:rsidRPr="00F9771C">
        <w:rPr>
          <w:rFonts w:ascii="Arial" w:hAnsi="Arial" w:cs="Arial"/>
          <w:sz w:val="22"/>
          <w:szCs w:val="22"/>
          <w:shd w:val="clear" w:color="auto" w:fill="FFFFFF"/>
        </w:rPr>
        <w:t xml:space="preserve">rojekti tegevuse „Vanemaealiste üleriigilise võrgustiku loomine ja töö korraldamine“ eelarvet </w:t>
      </w:r>
      <w:r w:rsidRPr="00F9771C">
        <w:rPr>
          <w:rFonts w:ascii="Arial" w:hAnsi="Arial" w:cs="Arial"/>
          <w:sz w:val="22"/>
          <w:szCs w:val="22"/>
          <w:shd w:val="clear" w:color="auto" w:fill="FFFFFF"/>
        </w:rPr>
        <w:t xml:space="preserve">vähendatakse </w:t>
      </w:r>
      <w:r w:rsidR="00AC1594" w:rsidRPr="00F9771C">
        <w:rPr>
          <w:rFonts w:ascii="Arial" w:hAnsi="Arial" w:cs="Arial"/>
          <w:sz w:val="22"/>
          <w:szCs w:val="22"/>
          <w:shd w:val="clear" w:color="auto" w:fill="FFFFFF"/>
        </w:rPr>
        <w:t>10 000 (kümne tuhande) euro võrra 83 851 (kaheksakümne kolme tuhande kaheksasaja vii</w:t>
      </w:r>
      <w:r w:rsidR="005F20F2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AC1594" w:rsidRPr="00F9771C">
        <w:rPr>
          <w:rFonts w:ascii="Arial" w:hAnsi="Arial" w:cs="Arial"/>
          <w:sz w:val="22"/>
          <w:szCs w:val="22"/>
          <w:shd w:val="clear" w:color="auto" w:fill="FFFFFF"/>
        </w:rPr>
        <w:t>kümne ühe) euroni.</w:t>
      </w:r>
    </w:p>
    <w:p w14:paraId="61DFC7CD" w14:textId="77777777" w:rsidR="00AC1594" w:rsidRPr="00F9771C" w:rsidRDefault="00AC1594" w:rsidP="00AC159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6D4A3B2" w14:textId="6D48BA32" w:rsidR="00A417BA" w:rsidRDefault="00F9771C" w:rsidP="00F9771C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9771C">
        <w:rPr>
          <w:rFonts w:ascii="Arial" w:hAnsi="Arial" w:cs="Arial"/>
          <w:sz w:val="22"/>
          <w:szCs w:val="22"/>
          <w:shd w:val="clear" w:color="auto" w:fill="FFFFFF"/>
        </w:rPr>
        <w:t>3. P</w:t>
      </w:r>
      <w:r w:rsidR="00AC1594" w:rsidRPr="00F9771C">
        <w:rPr>
          <w:rFonts w:ascii="Arial" w:hAnsi="Arial" w:cs="Arial"/>
          <w:sz w:val="22"/>
          <w:szCs w:val="22"/>
          <w:shd w:val="clear" w:color="auto" w:fill="FFFFFF"/>
        </w:rPr>
        <w:t>rojekti</w:t>
      </w:r>
      <w:r w:rsidRPr="00F9771C">
        <w:rPr>
          <w:rFonts w:ascii="Arial" w:hAnsi="Arial" w:cs="Arial"/>
          <w:sz w:val="22"/>
          <w:szCs w:val="22"/>
          <w:shd w:val="clear" w:color="auto" w:fill="FFFFFF"/>
        </w:rPr>
        <w:t xml:space="preserve"> lisatakse</w:t>
      </w:r>
      <w:r w:rsidR="00AC1594" w:rsidRPr="00F9771C">
        <w:rPr>
          <w:rFonts w:ascii="Arial" w:hAnsi="Arial" w:cs="Arial"/>
          <w:sz w:val="22"/>
          <w:szCs w:val="22"/>
          <w:shd w:val="clear" w:color="auto" w:fill="FFFFFF"/>
        </w:rPr>
        <w:t xml:space="preserve"> näitaja „Uuring „Üks vanem mees““, mille algväärtus on 0 ja sihtväärtus</w:t>
      </w:r>
      <w:r w:rsidR="00FB3CAD">
        <w:rPr>
          <w:rFonts w:ascii="Arial" w:hAnsi="Arial" w:cs="Arial"/>
          <w:sz w:val="22"/>
          <w:szCs w:val="22"/>
          <w:shd w:val="clear" w:color="auto" w:fill="FFFFFF"/>
        </w:rPr>
        <w:t xml:space="preserve"> 1</w:t>
      </w:r>
      <w:r w:rsidR="00AC1594" w:rsidRPr="00F9771C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ED6722D" w14:textId="72B1F08A" w:rsidR="00356D1E" w:rsidRDefault="00356D1E" w:rsidP="00356D1E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28985D0" w14:textId="251CE6FC" w:rsidR="00356D1E" w:rsidRPr="005F20F2" w:rsidRDefault="00356D1E" w:rsidP="00356D1E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4. Käesolev lisa loetakse projekti lahutamatuks osaks.</w:t>
      </w:r>
    </w:p>
    <w:p w14:paraId="245A111A" w14:textId="77777777" w:rsidR="00AC1594" w:rsidRPr="00F9771C" w:rsidRDefault="00AC1594" w:rsidP="00AC159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25502A9" w14:textId="77777777" w:rsidR="00AC1594" w:rsidRPr="00F9771C" w:rsidRDefault="00AC1594" w:rsidP="00AC159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79778B0" w14:textId="20BCE5CA" w:rsidR="00AC1594" w:rsidRPr="005F20F2" w:rsidRDefault="00AC1594" w:rsidP="005F20F2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 xml:space="preserve">Toetuse andja </w:t>
      </w: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5F20F2">
        <w:rPr>
          <w:rFonts w:ascii="Arial" w:hAnsi="Arial" w:cs="Arial"/>
          <w:b/>
          <w:bCs/>
          <w:color w:val="000000"/>
          <w:sz w:val="22"/>
          <w:szCs w:val="22"/>
        </w:rPr>
        <w:tab/>
        <w:t>Toetuse saaja</w:t>
      </w:r>
    </w:p>
    <w:p w14:paraId="1F15F67E" w14:textId="77777777" w:rsidR="00AC1594" w:rsidRDefault="00AC1594" w:rsidP="00AC1594">
      <w:pPr>
        <w:rPr>
          <w:rFonts w:ascii="Arial" w:hAnsi="Arial" w:cs="Arial"/>
          <w:color w:val="000000"/>
          <w:sz w:val="22"/>
          <w:szCs w:val="22"/>
        </w:rPr>
      </w:pPr>
    </w:p>
    <w:p w14:paraId="1EBA9312" w14:textId="77777777" w:rsidR="00356D1E" w:rsidRDefault="00356D1E" w:rsidP="005F20F2">
      <w:pPr>
        <w:rPr>
          <w:rFonts w:ascii="Arial" w:hAnsi="Arial" w:cs="Arial"/>
          <w:color w:val="000000"/>
          <w:sz w:val="22"/>
          <w:szCs w:val="22"/>
        </w:rPr>
      </w:pPr>
    </w:p>
    <w:p w14:paraId="38FDF5E5" w14:textId="1DB0B4D4" w:rsidR="00AC1594" w:rsidRPr="005F20F2" w:rsidRDefault="00AC1594" w:rsidP="005F20F2">
      <w:pPr>
        <w:rPr>
          <w:rFonts w:ascii="Arial" w:hAnsi="Arial" w:cs="Arial"/>
          <w:color w:val="000000"/>
          <w:sz w:val="22"/>
          <w:szCs w:val="22"/>
        </w:rPr>
      </w:pPr>
      <w:r w:rsidRPr="005F20F2">
        <w:rPr>
          <w:rFonts w:ascii="Arial" w:hAnsi="Arial" w:cs="Arial"/>
          <w:color w:val="000000"/>
          <w:sz w:val="22"/>
          <w:szCs w:val="22"/>
        </w:rPr>
        <w:t xml:space="preserve">/allkirjastatud digitaalselt/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5F20F2">
        <w:rPr>
          <w:rFonts w:ascii="Arial" w:hAnsi="Arial" w:cs="Arial"/>
          <w:color w:val="000000"/>
          <w:sz w:val="22"/>
          <w:szCs w:val="22"/>
        </w:rPr>
        <w:t>/allkirjastatud digitaalselt/</w:t>
      </w:r>
    </w:p>
    <w:p w14:paraId="01CF12A2" w14:textId="6AFAB162" w:rsidR="00AC1594" w:rsidRPr="005F20F2" w:rsidRDefault="00AC1594" w:rsidP="005F20F2">
      <w:pPr>
        <w:rPr>
          <w:rFonts w:ascii="Arial" w:hAnsi="Arial" w:cs="Arial"/>
          <w:color w:val="000000"/>
          <w:sz w:val="22"/>
          <w:szCs w:val="22"/>
        </w:rPr>
      </w:pPr>
      <w:r w:rsidRPr="005F20F2">
        <w:rPr>
          <w:rFonts w:ascii="Arial" w:hAnsi="Arial" w:cs="Arial"/>
          <w:color w:val="000000"/>
          <w:sz w:val="22"/>
          <w:szCs w:val="22"/>
        </w:rPr>
        <w:t xml:space="preserve">________________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5F20F2">
        <w:rPr>
          <w:rFonts w:ascii="Arial" w:hAnsi="Arial" w:cs="Arial"/>
          <w:color w:val="000000"/>
          <w:sz w:val="22"/>
          <w:szCs w:val="22"/>
        </w:rPr>
        <w:t>_______________</w:t>
      </w:r>
    </w:p>
    <w:p w14:paraId="3BE1579A" w14:textId="77777777" w:rsidR="00AC1594" w:rsidRDefault="00AC1594" w:rsidP="00AC1594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AC15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72B8" w14:textId="77777777" w:rsidR="00217592" w:rsidRDefault="00217592" w:rsidP="00217592">
      <w:r>
        <w:separator/>
      </w:r>
    </w:p>
  </w:endnote>
  <w:endnote w:type="continuationSeparator" w:id="0">
    <w:p w14:paraId="272F4B0C" w14:textId="77777777" w:rsidR="00217592" w:rsidRDefault="00217592" w:rsidP="0021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B9B6" w14:textId="77777777" w:rsidR="00217592" w:rsidRDefault="0021759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1198941"/>
      <w:docPartObj>
        <w:docPartGallery w:val="Page Numbers (Bottom of Page)"/>
        <w:docPartUnique/>
      </w:docPartObj>
    </w:sdtPr>
    <w:sdtEndPr/>
    <w:sdtContent>
      <w:p w14:paraId="1A77E48B" w14:textId="5941C138" w:rsidR="00217592" w:rsidRDefault="00217592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47F">
          <w:rPr>
            <w:noProof/>
          </w:rPr>
          <w:t>1</w:t>
        </w:r>
        <w:r>
          <w:fldChar w:fldCharType="end"/>
        </w:r>
      </w:p>
    </w:sdtContent>
  </w:sdt>
  <w:p w14:paraId="268066F9" w14:textId="77777777" w:rsidR="00217592" w:rsidRDefault="0021759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6664" w14:textId="77777777" w:rsidR="00217592" w:rsidRDefault="0021759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3C532" w14:textId="77777777" w:rsidR="00217592" w:rsidRDefault="00217592" w:rsidP="00217592">
      <w:r>
        <w:separator/>
      </w:r>
    </w:p>
  </w:footnote>
  <w:footnote w:type="continuationSeparator" w:id="0">
    <w:p w14:paraId="46685578" w14:textId="77777777" w:rsidR="00217592" w:rsidRDefault="00217592" w:rsidP="00217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21F62" w14:textId="77777777" w:rsidR="00217592" w:rsidRDefault="0021759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1F7AE" w14:textId="77777777" w:rsidR="00217592" w:rsidRDefault="00217592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D29AE" w14:textId="77777777" w:rsidR="00217592" w:rsidRDefault="0021759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D0331"/>
    <w:multiLevelType w:val="multilevel"/>
    <w:tmpl w:val="F1C010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DE6486E"/>
    <w:multiLevelType w:val="multilevel"/>
    <w:tmpl w:val="5ECC25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837109236">
    <w:abstractNumId w:val="1"/>
  </w:num>
  <w:num w:numId="2" w16cid:durableId="3840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3C"/>
    <w:rsid w:val="00020690"/>
    <w:rsid w:val="0003110B"/>
    <w:rsid w:val="000D347F"/>
    <w:rsid w:val="00170E53"/>
    <w:rsid w:val="00172907"/>
    <w:rsid w:val="0017344D"/>
    <w:rsid w:val="0017563B"/>
    <w:rsid w:val="00217592"/>
    <w:rsid w:val="002216B9"/>
    <w:rsid w:val="0025649F"/>
    <w:rsid w:val="00337E4D"/>
    <w:rsid w:val="00356D1E"/>
    <w:rsid w:val="0039119C"/>
    <w:rsid w:val="00440BCD"/>
    <w:rsid w:val="004B794D"/>
    <w:rsid w:val="00581EF3"/>
    <w:rsid w:val="00584C6A"/>
    <w:rsid w:val="00592C02"/>
    <w:rsid w:val="005D1EF9"/>
    <w:rsid w:val="005E73A6"/>
    <w:rsid w:val="005F20F2"/>
    <w:rsid w:val="005F2E02"/>
    <w:rsid w:val="005F7D7B"/>
    <w:rsid w:val="006313DE"/>
    <w:rsid w:val="006E2141"/>
    <w:rsid w:val="00736B91"/>
    <w:rsid w:val="007A05BB"/>
    <w:rsid w:val="007B14C6"/>
    <w:rsid w:val="007B7482"/>
    <w:rsid w:val="007F380B"/>
    <w:rsid w:val="00847D3C"/>
    <w:rsid w:val="0088027F"/>
    <w:rsid w:val="00923866"/>
    <w:rsid w:val="009B2C4A"/>
    <w:rsid w:val="00A025F7"/>
    <w:rsid w:val="00A241BA"/>
    <w:rsid w:val="00A417BA"/>
    <w:rsid w:val="00A53652"/>
    <w:rsid w:val="00AC1594"/>
    <w:rsid w:val="00AC6897"/>
    <w:rsid w:val="00BF154C"/>
    <w:rsid w:val="00BF2629"/>
    <w:rsid w:val="00C023B1"/>
    <w:rsid w:val="00C04055"/>
    <w:rsid w:val="00C14095"/>
    <w:rsid w:val="00C16C8B"/>
    <w:rsid w:val="00C17E66"/>
    <w:rsid w:val="00C229A7"/>
    <w:rsid w:val="00C90837"/>
    <w:rsid w:val="00CC0E73"/>
    <w:rsid w:val="00CC41AF"/>
    <w:rsid w:val="00D31787"/>
    <w:rsid w:val="00D953FB"/>
    <w:rsid w:val="00DA68CD"/>
    <w:rsid w:val="00DC2701"/>
    <w:rsid w:val="00DE50AC"/>
    <w:rsid w:val="00E34516"/>
    <w:rsid w:val="00E5643E"/>
    <w:rsid w:val="00E87DCC"/>
    <w:rsid w:val="00ED075F"/>
    <w:rsid w:val="00EF0771"/>
    <w:rsid w:val="00EF0F70"/>
    <w:rsid w:val="00F67A48"/>
    <w:rsid w:val="00F77706"/>
    <w:rsid w:val="00F9771C"/>
    <w:rsid w:val="00FB3CAD"/>
    <w:rsid w:val="00F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6D36"/>
  <w15:chartTrackingRefBased/>
  <w15:docId w15:val="{6E0D0A36-14BC-4D3D-9B8D-E86551C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1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rsid w:val="00A417BA"/>
    <w:rPr>
      <w:rFonts w:cs="Times New Roman"/>
      <w:color w:val="0000FF"/>
      <w:u w:val="single"/>
    </w:rPr>
  </w:style>
  <w:style w:type="paragraph" w:styleId="Normaallaadveeb">
    <w:name w:val="Normal (Web)"/>
    <w:basedOn w:val="Normaallaad"/>
    <w:rsid w:val="00A417BA"/>
    <w:pPr>
      <w:spacing w:before="100" w:beforeAutospacing="1" w:after="100" w:afterAutospacing="1"/>
    </w:pPr>
    <w:rPr>
      <w:color w:val="000000"/>
    </w:rPr>
  </w:style>
  <w:style w:type="paragraph" w:styleId="Loendilik">
    <w:name w:val="List Paragraph"/>
    <w:basedOn w:val="Normaallaad"/>
    <w:uiPriority w:val="34"/>
    <w:qFormat/>
    <w:rsid w:val="00A417BA"/>
    <w:pPr>
      <w:ind w:left="720"/>
      <w:contextualSpacing/>
    </w:pPr>
  </w:style>
  <w:style w:type="character" w:customStyle="1" w:styleId="Arial10bold">
    <w:name w:val="Arial 10 bold"/>
    <w:basedOn w:val="Liguvaikefont"/>
    <w:uiPriority w:val="1"/>
    <w:rsid w:val="00A417BA"/>
    <w:rPr>
      <w:rFonts w:ascii="Arial" w:hAnsi="Arial"/>
      <w:b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417B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417BA"/>
    <w:rPr>
      <w:rFonts w:ascii="Segoe UI" w:eastAsia="Times New Roman" w:hAnsi="Segoe UI" w:cs="Segoe UI"/>
      <w:sz w:val="18"/>
      <w:szCs w:val="18"/>
      <w:lang w:eastAsia="et-EE"/>
    </w:rPr>
  </w:style>
  <w:style w:type="character" w:styleId="Kohatitetekst">
    <w:name w:val="Placeholder Text"/>
    <w:basedOn w:val="Liguvaikefont"/>
    <w:uiPriority w:val="99"/>
    <w:semiHidden/>
    <w:rsid w:val="00A417BA"/>
    <w:rPr>
      <w:color w:val="808080"/>
    </w:rPr>
  </w:style>
  <w:style w:type="paragraph" w:styleId="Kommentaaritekst">
    <w:name w:val="annotation text"/>
    <w:basedOn w:val="Normaallaad"/>
    <w:link w:val="KommentaaritekstMrk"/>
    <w:uiPriority w:val="99"/>
    <w:rsid w:val="00A417B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17B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Arial10">
    <w:name w:val="Arial 10"/>
    <w:basedOn w:val="Liguvaikefont"/>
    <w:uiPriority w:val="1"/>
    <w:rsid w:val="00A417BA"/>
    <w:rPr>
      <w:rFonts w:ascii="Arial" w:hAnsi="Arial"/>
      <w:sz w:val="20"/>
    </w:rPr>
  </w:style>
  <w:style w:type="character" w:styleId="Kommentaariviide">
    <w:name w:val="annotation reference"/>
    <w:basedOn w:val="Liguvaikefont"/>
    <w:uiPriority w:val="99"/>
    <w:unhideWhenUsed/>
    <w:rsid w:val="00A417BA"/>
    <w:rPr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21759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17592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21759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17592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A02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25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25F7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2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sm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HMM\Lepingud\HASARTM&#196;NGUMAKSU%20LAEKUMISEST%20ANTUD%20TOETUSE%20KASUTAMISE%20LEPINGU%20MALL_S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412909831C4D5FA6409A1FA9F10C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96527B-4BD4-4E07-B143-0EC42A8C2D76}"/>
      </w:docPartPr>
      <w:docPartBody>
        <w:p w:rsidR="0091636F" w:rsidRDefault="00466921">
          <w:pPr>
            <w:pStyle w:val="85412909831C4D5FA6409A1FA9F10CAB"/>
          </w:pPr>
          <w:r w:rsidRPr="0073542C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4AD9D0AE9715429E895086FEFD5775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B9DE04-D9C6-423A-92DC-01BDDD00ED69}"/>
      </w:docPartPr>
      <w:docPartBody>
        <w:p w:rsidR="0091636F" w:rsidRDefault="00466921">
          <w:pPr>
            <w:pStyle w:val="4AD9D0AE9715429E895086FEFD57750C"/>
          </w:pPr>
          <w:r w:rsidRPr="00A91B47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2F69C31B34DB419CA1C981B37548D3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5CA211-8DC7-4719-8221-3FAF0ACE58A9}"/>
      </w:docPartPr>
      <w:docPartBody>
        <w:p w:rsidR="0091636F" w:rsidRDefault="00466921">
          <w:pPr>
            <w:pStyle w:val="2F69C31B34DB419CA1C981B37548D3E9"/>
          </w:pPr>
          <w:r w:rsidRPr="00A91B47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9A527D1C41DF420BAE38CE29E543CA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5D99BFE-3FD8-452D-9861-A0BFAE409C11}"/>
      </w:docPartPr>
      <w:docPartBody>
        <w:p w:rsidR="0091636F" w:rsidRDefault="00466921">
          <w:pPr>
            <w:pStyle w:val="9A527D1C41DF420BAE38CE29E543CA23"/>
          </w:pPr>
          <w:r w:rsidRPr="00344A50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[mille tegemiseks, läbiviimiseks vms]</w:t>
          </w:r>
        </w:p>
      </w:docPartBody>
    </w:docPart>
    <w:docPart>
      <w:docPartPr>
        <w:name w:val="6AB96BC5A5364EE6BD74DC25B4A23A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FE2051C-1DA8-40A0-B766-DFFCAC55CA71}"/>
      </w:docPartPr>
      <w:docPartBody>
        <w:p w:rsidR="0091636F" w:rsidRDefault="00466921">
          <w:pPr>
            <w:pStyle w:val="6AB96BC5A5364EE6BD74DC25B4A23A6A"/>
          </w:pPr>
          <w:r w:rsidRPr="00344A50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[mille tegemiseks, läbiviimiseks vms]</w:t>
          </w:r>
        </w:p>
      </w:docPartBody>
    </w:docPart>
    <w:docPart>
      <w:docPartPr>
        <w:name w:val="E6A99C56092D40D692B684F9F3B488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B7CE65-F110-43BC-8DAF-FC2E59828575}"/>
      </w:docPartPr>
      <w:docPartBody>
        <w:p w:rsidR="0091636F" w:rsidRDefault="00466921">
          <w:pPr>
            <w:pStyle w:val="E6A99C56092D40D692B684F9F3B48854"/>
          </w:pPr>
          <w:r w:rsidRPr="00A91B47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921"/>
    <w:rsid w:val="001105CD"/>
    <w:rsid w:val="00275FDC"/>
    <w:rsid w:val="00455547"/>
    <w:rsid w:val="00466921"/>
    <w:rsid w:val="007A4F20"/>
    <w:rsid w:val="0091636F"/>
    <w:rsid w:val="00E9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105CD"/>
    <w:rPr>
      <w:color w:val="808080"/>
    </w:rPr>
  </w:style>
  <w:style w:type="paragraph" w:customStyle="1" w:styleId="85412909831C4D5FA6409A1FA9F10CAB">
    <w:name w:val="85412909831C4D5FA6409A1FA9F10CAB"/>
  </w:style>
  <w:style w:type="paragraph" w:customStyle="1" w:styleId="4AD9D0AE9715429E895086FEFD57750C">
    <w:name w:val="4AD9D0AE9715429E895086FEFD57750C"/>
  </w:style>
  <w:style w:type="paragraph" w:customStyle="1" w:styleId="2F69C31B34DB419CA1C981B37548D3E9">
    <w:name w:val="2F69C31B34DB419CA1C981B37548D3E9"/>
  </w:style>
  <w:style w:type="paragraph" w:customStyle="1" w:styleId="9A527D1C41DF420BAE38CE29E543CA23">
    <w:name w:val="9A527D1C41DF420BAE38CE29E543CA23"/>
  </w:style>
  <w:style w:type="paragraph" w:customStyle="1" w:styleId="6AB96BC5A5364EE6BD74DC25B4A23A6A">
    <w:name w:val="6AB96BC5A5364EE6BD74DC25B4A23A6A"/>
  </w:style>
  <w:style w:type="paragraph" w:customStyle="1" w:styleId="E6A99C56092D40D692B684F9F3B48854">
    <w:name w:val="E6A99C56092D40D692B684F9F3B488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HASARTMÄNGUMAKSU LAEKUMISEST ANTUD TOETUSE KASUTAMISE LEPINGU MALL_SP</Template>
  <TotalTime>77</TotalTime>
  <Pages>2</Pages>
  <Words>370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Audova</dc:creator>
  <cp:keywords/>
  <dc:description/>
  <cp:lastModifiedBy>Piret Audova</cp:lastModifiedBy>
  <cp:revision>12</cp:revision>
  <dcterms:created xsi:type="dcterms:W3CDTF">2023-06-12T14:02:00Z</dcterms:created>
  <dcterms:modified xsi:type="dcterms:W3CDTF">2023-06-16T12:17:00Z</dcterms:modified>
</cp:coreProperties>
</file>